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</w:t>
      </w:r>
      <w:r w:rsidR="007836E8">
        <w:rPr>
          <w:rFonts w:ascii="Arial" w:hAnsi="Arial" w:cs="Arial"/>
          <w:b/>
          <w:caps/>
          <w:sz w:val="28"/>
          <w:szCs w:val="28"/>
        </w:rPr>
        <w:t>1</w:t>
      </w:r>
      <w:r w:rsidR="00432016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4320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remoção de lixos acumulados no final da Alameda Dois, no Conjunto Residencial Araucária, situado no Jardim Santa Antonio da Boa Vista.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7836E8">
        <w:rPr>
          <w:rFonts w:ascii="Arial" w:hAnsi="Arial" w:cs="Arial"/>
        </w:rPr>
        <w:t>s providências cabíveis visando</w:t>
      </w:r>
      <w:r w:rsidR="009964B8" w:rsidRPr="009964B8">
        <w:rPr>
          <w:rFonts w:ascii="Arial" w:hAnsi="Arial" w:cs="Arial"/>
        </w:rPr>
        <w:t xml:space="preserve"> </w:t>
      </w:r>
      <w:r w:rsidR="007836E8">
        <w:rPr>
          <w:rFonts w:ascii="Arial" w:hAnsi="Arial" w:cs="Arial"/>
        </w:rPr>
        <w:t>à</w:t>
      </w:r>
      <w:r w:rsidR="007836E8" w:rsidRPr="007836E8">
        <w:rPr>
          <w:rFonts w:ascii="Arial" w:hAnsi="Arial" w:cs="Arial"/>
        </w:rPr>
        <w:t xml:space="preserve"> </w:t>
      </w:r>
      <w:r w:rsidR="00432016" w:rsidRPr="00432016">
        <w:rPr>
          <w:rFonts w:ascii="Arial" w:hAnsi="Arial" w:cs="Arial"/>
        </w:rPr>
        <w:t>remoção de lixos acumulados no final da Alameda Dois, no Conjunto Residencial Araucária, situado no Jardim Santa Antonio da Boa Vista.</w:t>
      </w:r>
    </w:p>
    <w:p w:rsidR="00432016" w:rsidRDefault="00432016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Devido ao estado em que se encontra, a referida área mais se parece com um lixão.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93" w:rsidRDefault="00794A93">
      <w:r>
        <w:separator/>
      </w:r>
    </w:p>
  </w:endnote>
  <w:endnote w:type="continuationSeparator" w:id="0">
    <w:p w:rsidR="00794A93" w:rsidRDefault="00794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93" w:rsidRDefault="00794A93">
      <w:r>
        <w:separator/>
      </w:r>
    </w:p>
  </w:footnote>
  <w:footnote w:type="continuationSeparator" w:id="0">
    <w:p w:rsidR="00794A93" w:rsidRDefault="00794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20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20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D1B3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CBB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41D"/>
    <w:rsid w:val="00347D5E"/>
    <w:rsid w:val="00381797"/>
    <w:rsid w:val="003848C4"/>
    <w:rsid w:val="00397FF3"/>
    <w:rsid w:val="003A77BE"/>
    <w:rsid w:val="003E188F"/>
    <w:rsid w:val="003F6E1B"/>
    <w:rsid w:val="00412795"/>
    <w:rsid w:val="00432016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6E8"/>
    <w:rsid w:val="007838DC"/>
    <w:rsid w:val="00790911"/>
    <w:rsid w:val="00794A93"/>
    <w:rsid w:val="0079722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0CA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A93B-F23A-4126-91F0-B27CAA4D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2018-08-13T19:35:00Z</cp:lastPrinted>
  <dcterms:created xsi:type="dcterms:W3CDTF">2018-08-13T19:35:00Z</dcterms:created>
  <dcterms:modified xsi:type="dcterms:W3CDTF">2018-08-13T19:37:00Z</dcterms:modified>
</cp:coreProperties>
</file>